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DBD" w:rsidRPr="009069D3" w:rsidRDefault="00E85DBD" w:rsidP="00A204E4">
      <w:pPr>
        <w:pStyle w:val="Subtitle"/>
        <w:tabs>
          <w:tab w:val="left" w:pos="0"/>
          <w:tab w:val="left" w:pos="10800"/>
        </w:tabs>
        <w:ind w:left="-360" w:right="-185"/>
        <w:rPr>
          <w:rFonts w:ascii="Times New Roman" w:hAnsi="Times New Roman"/>
          <w:b w:val="0"/>
          <w:szCs w:val="28"/>
        </w:rPr>
      </w:pPr>
      <w:r w:rsidRPr="009069D3">
        <w:rPr>
          <w:rFonts w:ascii="Times New Roman" w:hAnsi="Times New Roman"/>
          <w:b w:val="0"/>
          <w:szCs w:val="28"/>
        </w:rPr>
        <w:t>АДМИНИСТРАЦИЯ ЛЕНИНСКОГО СЕЛЬСКОГО ПОСЕЛЕНИЯ</w:t>
      </w:r>
    </w:p>
    <w:p w:rsidR="00E85DBD" w:rsidRPr="009069D3" w:rsidRDefault="00E85DBD" w:rsidP="00A204E4">
      <w:pPr>
        <w:pStyle w:val="Subtitle"/>
        <w:tabs>
          <w:tab w:val="left" w:pos="0"/>
          <w:tab w:val="left" w:pos="10800"/>
        </w:tabs>
        <w:ind w:left="-360" w:right="-185"/>
        <w:rPr>
          <w:rFonts w:ascii="Times New Roman" w:hAnsi="Times New Roman"/>
          <w:b w:val="0"/>
          <w:szCs w:val="28"/>
        </w:rPr>
      </w:pPr>
      <w:r w:rsidRPr="009069D3">
        <w:rPr>
          <w:rFonts w:ascii="Times New Roman" w:hAnsi="Times New Roman"/>
          <w:b w:val="0"/>
          <w:szCs w:val="28"/>
        </w:rPr>
        <w:t>ТАВРИЧЕСКОГО МУНИЦИПАЛЬНОГО РАЙОНА</w:t>
      </w:r>
    </w:p>
    <w:p w:rsidR="00E85DBD" w:rsidRPr="009069D3" w:rsidRDefault="00E85DBD" w:rsidP="00A204E4">
      <w:pPr>
        <w:pStyle w:val="Subtitle"/>
        <w:tabs>
          <w:tab w:val="left" w:pos="0"/>
          <w:tab w:val="left" w:pos="10800"/>
        </w:tabs>
        <w:ind w:left="-360" w:right="-185"/>
        <w:rPr>
          <w:rFonts w:ascii="Times New Roman" w:hAnsi="Times New Roman"/>
          <w:b w:val="0"/>
          <w:szCs w:val="28"/>
        </w:rPr>
      </w:pPr>
      <w:r w:rsidRPr="009069D3">
        <w:rPr>
          <w:rFonts w:ascii="Times New Roman" w:hAnsi="Times New Roman"/>
          <w:b w:val="0"/>
          <w:szCs w:val="28"/>
        </w:rPr>
        <w:t>ОМСКОЙ ОБЛАСТИ</w:t>
      </w:r>
    </w:p>
    <w:p w:rsidR="00E85DBD" w:rsidRPr="009069D3" w:rsidRDefault="00E85DBD" w:rsidP="00A204E4">
      <w:pPr>
        <w:pStyle w:val="Subtitle"/>
        <w:tabs>
          <w:tab w:val="left" w:pos="0"/>
          <w:tab w:val="left" w:pos="10800"/>
        </w:tabs>
        <w:ind w:left="-360" w:right="-185"/>
        <w:rPr>
          <w:rFonts w:ascii="Times New Roman" w:hAnsi="Times New Roman"/>
          <w:b w:val="0"/>
          <w:szCs w:val="28"/>
        </w:rPr>
      </w:pPr>
    </w:p>
    <w:p w:rsidR="00E85DBD" w:rsidRPr="009069D3" w:rsidRDefault="00E85DBD" w:rsidP="00A204E4">
      <w:pPr>
        <w:pStyle w:val="Subtitle"/>
        <w:tabs>
          <w:tab w:val="left" w:pos="0"/>
          <w:tab w:val="left" w:pos="10800"/>
        </w:tabs>
        <w:ind w:left="-360" w:right="-185"/>
        <w:rPr>
          <w:rFonts w:ascii="Times New Roman" w:hAnsi="Times New Roman"/>
          <w:b w:val="0"/>
          <w:szCs w:val="28"/>
        </w:rPr>
      </w:pPr>
      <w:r w:rsidRPr="009069D3">
        <w:rPr>
          <w:rFonts w:ascii="Times New Roman" w:hAnsi="Times New Roman"/>
          <w:b w:val="0"/>
          <w:szCs w:val="28"/>
        </w:rPr>
        <w:t>ПОСТАНОВЛЕНИЕ</w:t>
      </w:r>
    </w:p>
    <w:p w:rsidR="00E85DBD" w:rsidRPr="009069D3" w:rsidRDefault="00E85DBD" w:rsidP="00A204E4">
      <w:pPr>
        <w:pStyle w:val="Subtitle"/>
        <w:tabs>
          <w:tab w:val="left" w:pos="0"/>
          <w:tab w:val="left" w:pos="10800"/>
        </w:tabs>
        <w:ind w:left="-360" w:right="-185"/>
        <w:rPr>
          <w:rFonts w:ascii="Times New Roman" w:hAnsi="Times New Roman"/>
          <w:b w:val="0"/>
          <w:szCs w:val="28"/>
        </w:rPr>
      </w:pPr>
    </w:p>
    <w:p w:rsidR="00E85DBD" w:rsidRPr="009069D3" w:rsidRDefault="00E85DBD" w:rsidP="00A204E4">
      <w:pPr>
        <w:ind w:left="-360" w:right="-185"/>
        <w:jc w:val="center"/>
        <w:rPr>
          <w:rFonts w:ascii="Times New Roman" w:hAnsi="Times New Roman"/>
          <w:sz w:val="28"/>
          <w:szCs w:val="28"/>
        </w:rPr>
      </w:pPr>
      <w:r w:rsidRPr="009069D3">
        <w:rPr>
          <w:rFonts w:ascii="Times New Roman" w:hAnsi="Times New Roman"/>
          <w:sz w:val="28"/>
          <w:szCs w:val="28"/>
        </w:rPr>
        <w:t xml:space="preserve">04.08.2020 </w:t>
      </w:r>
      <w:r w:rsidRPr="009069D3">
        <w:rPr>
          <w:rFonts w:ascii="Times New Roman" w:hAnsi="Times New Roman"/>
          <w:sz w:val="28"/>
          <w:szCs w:val="28"/>
        </w:rPr>
        <w:tab/>
      </w:r>
      <w:r w:rsidRPr="009069D3">
        <w:rPr>
          <w:rFonts w:ascii="Times New Roman" w:hAnsi="Times New Roman"/>
          <w:sz w:val="28"/>
          <w:szCs w:val="28"/>
        </w:rPr>
        <w:tab/>
      </w:r>
      <w:r w:rsidRPr="009069D3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9069D3">
        <w:rPr>
          <w:rFonts w:ascii="Times New Roman" w:hAnsi="Times New Roman"/>
          <w:sz w:val="28"/>
          <w:szCs w:val="28"/>
        </w:rPr>
        <w:tab/>
        <w:t xml:space="preserve">                                                    № 72</w:t>
      </w:r>
    </w:p>
    <w:p w:rsidR="00E85DBD" w:rsidRPr="009069D3" w:rsidRDefault="00E85DBD" w:rsidP="00A204E4">
      <w:pPr>
        <w:pStyle w:val="Subtitle"/>
        <w:tabs>
          <w:tab w:val="left" w:pos="0"/>
          <w:tab w:val="left" w:pos="10800"/>
        </w:tabs>
        <w:ind w:left="-360" w:right="-185"/>
        <w:rPr>
          <w:rFonts w:ascii="Times New Roman" w:hAnsi="Times New Roman"/>
          <w:b w:val="0"/>
          <w:szCs w:val="28"/>
        </w:rPr>
      </w:pPr>
      <w:r w:rsidRPr="009069D3">
        <w:rPr>
          <w:rFonts w:ascii="Times New Roman" w:hAnsi="Times New Roman"/>
          <w:b w:val="0"/>
          <w:szCs w:val="28"/>
        </w:rPr>
        <w:t>р.п. Таврическое</w:t>
      </w:r>
    </w:p>
    <w:p w:rsidR="00E85DBD" w:rsidRPr="00A204E4" w:rsidRDefault="00E85DBD" w:rsidP="005E0A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5DBD" w:rsidRDefault="00E85DBD" w:rsidP="00985052">
      <w:pPr>
        <w:pStyle w:val="ConsPlusTitle"/>
        <w:ind w:left="-360" w:right="27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04E4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</w:t>
      </w:r>
    </w:p>
    <w:p w:rsidR="00E85DBD" w:rsidRDefault="00E85DBD" w:rsidP="00985052">
      <w:pPr>
        <w:pStyle w:val="ConsPlusTitle"/>
        <w:ind w:left="-360" w:right="27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04E4">
        <w:rPr>
          <w:rFonts w:ascii="Times New Roman" w:hAnsi="Times New Roman" w:cs="Times New Roman"/>
          <w:b w:val="0"/>
          <w:sz w:val="28"/>
          <w:szCs w:val="28"/>
        </w:rPr>
        <w:t xml:space="preserve"> Ленинского сельского поселения Таврического муниципального района </w:t>
      </w:r>
    </w:p>
    <w:p w:rsidR="00E85DBD" w:rsidRDefault="00E85DBD" w:rsidP="00985052">
      <w:pPr>
        <w:pStyle w:val="ConsPlusTitle"/>
        <w:ind w:left="-360" w:right="27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04E4">
        <w:rPr>
          <w:rFonts w:ascii="Times New Roman" w:hAnsi="Times New Roman" w:cs="Times New Roman"/>
          <w:b w:val="0"/>
          <w:sz w:val="28"/>
          <w:szCs w:val="28"/>
        </w:rPr>
        <w:t>Омской области от 23.09.2014 № 68 «Об утверждении Положения</w:t>
      </w:r>
    </w:p>
    <w:p w:rsidR="00E85DBD" w:rsidRPr="00A204E4" w:rsidRDefault="00E85DBD" w:rsidP="00985052">
      <w:pPr>
        <w:pStyle w:val="ConsPlusTitle"/>
        <w:ind w:left="-360" w:right="27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04E4">
        <w:rPr>
          <w:rFonts w:ascii="Times New Roman" w:hAnsi="Times New Roman" w:cs="Times New Roman"/>
          <w:b w:val="0"/>
          <w:sz w:val="28"/>
          <w:szCs w:val="28"/>
        </w:rPr>
        <w:t xml:space="preserve"> «О порядке ведения муниципальной долговой книги»</w:t>
      </w:r>
    </w:p>
    <w:p w:rsidR="00E85DBD" w:rsidRPr="005E0A83" w:rsidRDefault="00E85DBD" w:rsidP="00985052">
      <w:pPr>
        <w:pStyle w:val="ConsPlusNormal"/>
        <w:ind w:left="-360" w:right="278"/>
        <w:jc w:val="center"/>
        <w:rPr>
          <w:rFonts w:ascii="Times New Roman" w:hAnsi="Times New Roman" w:cs="Times New Roman"/>
          <w:sz w:val="28"/>
          <w:szCs w:val="28"/>
        </w:rPr>
      </w:pPr>
    </w:p>
    <w:p w:rsidR="00E85DBD" w:rsidRDefault="00E85DBD" w:rsidP="00985052">
      <w:pPr>
        <w:pStyle w:val="ConsPlusNormal"/>
        <w:ind w:left="-360" w:right="278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4 статьи 121 Бюджетного кодекса Российской Федерации, Федеральным законом от 02.08.2019 № 278-ФЗ «О внесении изменений в Бюджетный кодекс Российской Федерации и отдельные законодательные акты Российской Федерации в целях совершенствования правового регулирования отношений в сфере государственных (муниципальных) заимствований, управления государственным (муниципальным) долгом и государственными финансовыми активами Российской Федерации и признании утратившим силу Федерального закона «Об особенностях эмиссии и обращения государственных и муниципальных ценных бумаг», руководствуясь Уставом Ленинского сельского поселения Таврического муниципального района Омской области, Администрация Ленинского сельского поселения Таврического </w:t>
      </w:r>
      <w:r w:rsidRPr="005E0A8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</w:p>
    <w:p w:rsidR="00E85DBD" w:rsidRDefault="00E85DBD" w:rsidP="00985052">
      <w:pPr>
        <w:pStyle w:val="ConsPlusNormal"/>
        <w:ind w:left="-360" w:right="278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5DBD" w:rsidRDefault="00E85DBD" w:rsidP="00985052">
      <w:pPr>
        <w:pStyle w:val="ConsPlusNormal"/>
        <w:ind w:left="-360" w:right="278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85DBD" w:rsidRPr="005E0A83" w:rsidRDefault="00E85DBD" w:rsidP="00985052">
      <w:pPr>
        <w:pStyle w:val="ConsPlusNormal"/>
        <w:ind w:left="-360" w:right="27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85DBD" w:rsidRPr="00604941" w:rsidRDefault="00E85DBD" w:rsidP="00985052">
      <w:pPr>
        <w:pStyle w:val="ConsPlusNormal"/>
        <w:numPr>
          <w:ilvl w:val="0"/>
          <w:numId w:val="1"/>
        </w:numPr>
        <w:ind w:left="-360" w:right="278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пункт 3 Положения о порядке ведения муниципальной долговой книги Ленинского сельского поселения Таврического муниципального района Омской области, утвержденного постановлением Администрации Ленинского сельского поселения Таврического муниципального района Омской области от 23.09.2014 г. № 68, следующие изменения:</w:t>
      </w:r>
    </w:p>
    <w:p w:rsidR="00E85DBD" w:rsidRPr="00604941" w:rsidRDefault="00E85DBD" w:rsidP="00985052">
      <w:pPr>
        <w:autoSpaceDE w:val="0"/>
        <w:autoSpaceDN w:val="0"/>
        <w:adjustRightInd w:val="0"/>
        <w:spacing w:after="0" w:line="240" w:lineRule="auto"/>
        <w:ind w:left="-360" w:right="278" w:firstLine="539"/>
        <w:jc w:val="both"/>
        <w:rPr>
          <w:rFonts w:ascii="Times New Roman" w:hAnsi="Times New Roman"/>
          <w:bCs/>
          <w:sz w:val="28"/>
          <w:szCs w:val="28"/>
        </w:rPr>
      </w:pPr>
      <w:r w:rsidRPr="00604941">
        <w:rPr>
          <w:rFonts w:ascii="Times New Roman" w:hAnsi="Times New Roman"/>
          <w:sz w:val="28"/>
          <w:szCs w:val="28"/>
        </w:rPr>
        <w:t>- в пункте 3 Положения абзац 4 изложить в следующей редакции: «- о дате исполнения (прекращения по иным основаниям) долговых обязательств полностью или частично;».</w:t>
      </w:r>
    </w:p>
    <w:p w:rsidR="00E85DBD" w:rsidRPr="00604941" w:rsidRDefault="00E85DBD" w:rsidP="00985052">
      <w:pPr>
        <w:pStyle w:val="ConsPlusNormal"/>
        <w:ind w:left="-360" w:right="278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04941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обнародования в установленном порядке.</w:t>
      </w:r>
    </w:p>
    <w:p w:rsidR="00E85DBD" w:rsidRPr="00604941" w:rsidRDefault="00E85DBD" w:rsidP="00985052">
      <w:pPr>
        <w:pStyle w:val="ConsPlusNormal"/>
        <w:ind w:left="-360" w:right="278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04941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r w:rsidRPr="00604941">
        <w:rPr>
          <w:rFonts w:ascii="Times New Roman" w:hAnsi="Times New Roman" w:cs="Times New Roman"/>
          <w:position w:val="6"/>
          <w:sz w:val="28"/>
          <w:szCs w:val="28"/>
        </w:rPr>
        <w:t>главного специалиста Администрации сельского поселения О.Н. Жулидову</w:t>
      </w:r>
      <w:r w:rsidRPr="00604941">
        <w:rPr>
          <w:rFonts w:ascii="Times New Roman" w:hAnsi="Times New Roman" w:cs="Times New Roman"/>
          <w:sz w:val="28"/>
          <w:szCs w:val="28"/>
        </w:rPr>
        <w:t>.</w:t>
      </w:r>
    </w:p>
    <w:p w:rsidR="00E85DBD" w:rsidRDefault="00E85DBD" w:rsidP="00985052">
      <w:pPr>
        <w:pStyle w:val="ConsPlusNormal"/>
        <w:ind w:left="-360" w:right="278"/>
        <w:rPr>
          <w:rFonts w:ascii="Times New Roman" w:hAnsi="Times New Roman" w:cs="Times New Roman"/>
          <w:sz w:val="28"/>
          <w:szCs w:val="28"/>
        </w:rPr>
      </w:pPr>
    </w:p>
    <w:p w:rsidR="00E85DBD" w:rsidRPr="00604941" w:rsidRDefault="00E85DBD" w:rsidP="00985052">
      <w:pPr>
        <w:pStyle w:val="ConsPlusNormal"/>
        <w:ind w:right="278"/>
        <w:rPr>
          <w:rFonts w:ascii="Times New Roman" w:hAnsi="Times New Roman" w:cs="Times New Roman"/>
          <w:sz w:val="28"/>
          <w:szCs w:val="28"/>
        </w:rPr>
      </w:pPr>
    </w:p>
    <w:p w:rsidR="00E85DBD" w:rsidRPr="00985052" w:rsidRDefault="00E85DBD" w:rsidP="00985052">
      <w:pPr>
        <w:autoSpaceDE w:val="0"/>
        <w:autoSpaceDN w:val="0"/>
        <w:adjustRightInd w:val="0"/>
        <w:ind w:left="-360" w:right="27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85052">
        <w:rPr>
          <w:rFonts w:ascii="Times New Roman" w:hAnsi="Times New Roman"/>
          <w:sz w:val="28"/>
          <w:szCs w:val="28"/>
        </w:rPr>
        <w:t>Глава сельского поселения                                                                  С.С. Лемешев</w:t>
      </w:r>
    </w:p>
    <w:sectPr w:rsidR="00E85DBD" w:rsidRPr="00985052" w:rsidSect="00CF79B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1964"/>
    <w:multiLevelType w:val="hybridMultilevel"/>
    <w:tmpl w:val="86A617AA"/>
    <w:lvl w:ilvl="0" w:tplc="54B2C1BA">
      <w:start w:val="1"/>
      <w:numFmt w:val="decimal"/>
      <w:lvlText w:val="%1."/>
      <w:lvlJc w:val="left"/>
      <w:pPr>
        <w:ind w:left="103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F1C"/>
    <w:rsid w:val="0004640A"/>
    <w:rsid w:val="00075132"/>
    <w:rsid w:val="00106E3E"/>
    <w:rsid w:val="0012555B"/>
    <w:rsid w:val="001262AD"/>
    <w:rsid w:val="001740A6"/>
    <w:rsid w:val="0018038B"/>
    <w:rsid w:val="00192F1C"/>
    <w:rsid w:val="001A1DEC"/>
    <w:rsid w:val="001A6278"/>
    <w:rsid w:val="001A65A1"/>
    <w:rsid w:val="001E7EE9"/>
    <w:rsid w:val="00214419"/>
    <w:rsid w:val="00297C62"/>
    <w:rsid w:val="002D6A29"/>
    <w:rsid w:val="003138BC"/>
    <w:rsid w:val="00315DD2"/>
    <w:rsid w:val="00350A13"/>
    <w:rsid w:val="0038117F"/>
    <w:rsid w:val="003811E6"/>
    <w:rsid w:val="003B302F"/>
    <w:rsid w:val="003F6DEC"/>
    <w:rsid w:val="004304DC"/>
    <w:rsid w:val="00465A06"/>
    <w:rsid w:val="005C3058"/>
    <w:rsid w:val="005E0A83"/>
    <w:rsid w:val="00604941"/>
    <w:rsid w:val="006D2CAF"/>
    <w:rsid w:val="006D7FB6"/>
    <w:rsid w:val="006E2350"/>
    <w:rsid w:val="007A0755"/>
    <w:rsid w:val="007B444C"/>
    <w:rsid w:val="007C333D"/>
    <w:rsid w:val="00823CD4"/>
    <w:rsid w:val="00832D28"/>
    <w:rsid w:val="0086282F"/>
    <w:rsid w:val="00865B36"/>
    <w:rsid w:val="008A0BB6"/>
    <w:rsid w:val="008B7F98"/>
    <w:rsid w:val="009069D3"/>
    <w:rsid w:val="009466E8"/>
    <w:rsid w:val="00952D3C"/>
    <w:rsid w:val="009747B1"/>
    <w:rsid w:val="00985052"/>
    <w:rsid w:val="009D61A3"/>
    <w:rsid w:val="00A010F8"/>
    <w:rsid w:val="00A131EF"/>
    <w:rsid w:val="00A204E4"/>
    <w:rsid w:val="00A45494"/>
    <w:rsid w:val="00AF5537"/>
    <w:rsid w:val="00B32AC9"/>
    <w:rsid w:val="00B54491"/>
    <w:rsid w:val="00BB6965"/>
    <w:rsid w:val="00C232A9"/>
    <w:rsid w:val="00C86E48"/>
    <w:rsid w:val="00C87099"/>
    <w:rsid w:val="00CA2DD8"/>
    <w:rsid w:val="00CD15E5"/>
    <w:rsid w:val="00CD4885"/>
    <w:rsid w:val="00CF79B1"/>
    <w:rsid w:val="00DB0BB5"/>
    <w:rsid w:val="00E43436"/>
    <w:rsid w:val="00E64D47"/>
    <w:rsid w:val="00E85DBD"/>
    <w:rsid w:val="00EA0647"/>
    <w:rsid w:val="00ED2D8D"/>
    <w:rsid w:val="00EF211D"/>
    <w:rsid w:val="00F3006F"/>
    <w:rsid w:val="00F40EA3"/>
    <w:rsid w:val="00F44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A83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0A83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5E0A83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0A83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styleId="Hyperlink">
    <w:name w:val="Hyperlink"/>
    <w:basedOn w:val="DefaultParagraphFont"/>
    <w:uiPriority w:val="99"/>
    <w:semiHidden/>
    <w:rsid w:val="005E0A8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F445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A204E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SubtitleChar1">
    <w:name w:val="Subtitle Char1"/>
    <w:uiPriority w:val="99"/>
    <w:locked/>
    <w:rsid w:val="00A204E4"/>
    <w:rPr>
      <w:b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A204E4"/>
    <w:pPr>
      <w:spacing w:after="0" w:line="240" w:lineRule="auto"/>
      <w:jc w:val="center"/>
    </w:pPr>
    <w:rPr>
      <w:b/>
      <w:sz w:val="28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54491"/>
    <w:rPr>
      <w:rFonts w:ascii="Cambria" w:hAnsi="Cambria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76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350</TotalTime>
  <Pages>1</Pages>
  <Words>312</Words>
  <Characters>1779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60</cp:revision>
  <cp:lastPrinted>2020-07-16T06:42:00Z</cp:lastPrinted>
  <dcterms:created xsi:type="dcterms:W3CDTF">2020-06-25T05:03:00Z</dcterms:created>
  <dcterms:modified xsi:type="dcterms:W3CDTF">2020-08-06T03:44:00Z</dcterms:modified>
</cp:coreProperties>
</file>